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901" w:rsidRPr="00A74901" w:rsidRDefault="00A74901" w:rsidP="00A74901">
      <w:pPr>
        <w:rPr>
          <w:sz w:val="28"/>
          <w:szCs w:val="28"/>
        </w:rPr>
      </w:pPr>
      <w:r w:rsidRPr="00A74901">
        <w:rPr>
          <w:sz w:val="28"/>
          <w:szCs w:val="28"/>
          <w:highlight w:val="magenta"/>
        </w:rPr>
        <w:t xml:space="preserve">IX. Read Mrs. </w:t>
      </w:r>
      <w:proofErr w:type="spellStart"/>
      <w:r w:rsidRPr="00A74901">
        <w:rPr>
          <w:sz w:val="28"/>
          <w:szCs w:val="28"/>
          <w:highlight w:val="magenta"/>
        </w:rPr>
        <w:t>Frisby</w:t>
      </w:r>
      <w:proofErr w:type="spellEnd"/>
      <w:r w:rsidRPr="00A74901">
        <w:rPr>
          <w:sz w:val="28"/>
          <w:szCs w:val="28"/>
          <w:highlight w:val="magenta"/>
        </w:rPr>
        <w:t xml:space="preserve"> and the Rats of NIMH, pages 149-157</w:t>
      </w:r>
      <w:r w:rsidRPr="00A74901">
        <w:rPr>
          <w:sz w:val="28"/>
          <w:szCs w:val="28"/>
          <w:highlight w:val="magenta"/>
        </w:rPr>
        <w:t>:</w:t>
      </w:r>
    </w:p>
    <w:p w:rsidR="00A74901" w:rsidRDefault="00A74901" w:rsidP="00A74901">
      <w:pPr>
        <w:rPr>
          <w:sz w:val="28"/>
          <w:szCs w:val="28"/>
        </w:rPr>
      </w:pPr>
      <w:r w:rsidRPr="00A74901">
        <w:rPr>
          <w:sz w:val="28"/>
          <w:szCs w:val="28"/>
          <w:highlight w:val="yellow"/>
        </w:rPr>
        <w:t>In the chapter The Main Hall, what occurs that shows that the author wants to remind us of the theme/message of kindness?</w:t>
      </w:r>
      <w:r w:rsidRPr="00A74901">
        <w:rPr>
          <w:sz w:val="28"/>
          <w:szCs w:val="28"/>
        </w:rPr>
        <w:t xml:space="preserve"> </w:t>
      </w:r>
    </w:p>
    <w:p w:rsidR="00A74901" w:rsidRPr="00A74901" w:rsidRDefault="00A74901" w:rsidP="00A74901">
      <w:pPr>
        <w:rPr>
          <w:sz w:val="24"/>
          <w:szCs w:val="24"/>
        </w:rPr>
      </w:pPr>
      <w:r>
        <w:rPr>
          <w:sz w:val="28"/>
          <w:szCs w:val="28"/>
        </w:rPr>
        <w:tab/>
      </w:r>
      <w:r w:rsidR="00037175">
        <w:rPr>
          <w:sz w:val="28"/>
          <w:szCs w:val="28"/>
        </w:rPr>
        <w:t>The reminder about the message of kindness in the chapter “The Main Hall”</w:t>
      </w:r>
      <w:r w:rsidR="007B45C3">
        <w:rPr>
          <w:sz w:val="28"/>
          <w:szCs w:val="28"/>
        </w:rPr>
        <w:t xml:space="preserve">; is when the rats tell Mrs. </w:t>
      </w:r>
      <w:proofErr w:type="spellStart"/>
      <w:r w:rsidR="007B45C3">
        <w:rPr>
          <w:sz w:val="28"/>
          <w:szCs w:val="28"/>
        </w:rPr>
        <w:t>Frisby</w:t>
      </w:r>
      <w:proofErr w:type="spellEnd"/>
      <w:r w:rsidR="007B45C3">
        <w:rPr>
          <w:sz w:val="28"/>
          <w:szCs w:val="28"/>
        </w:rPr>
        <w:t xml:space="preserve"> about their plan. Their plan is a kind plan that shows their morality. They don’t want to steal anymore, so they won’t be looked down on, like all other rats are. </w:t>
      </w:r>
      <w:bookmarkStart w:id="0" w:name="_GoBack"/>
      <w:bookmarkEnd w:id="0"/>
    </w:p>
    <w:p w:rsidR="00A74901" w:rsidRDefault="00A74901" w:rsidP="00A74901">
      <w:pPr>
        <w:rPr>
          <w:sz w:val="28"/>
          <w:szCs w:val="28"/>
        </w:rPr>
      </w:pPr>
      <w:r w:rsidRPr="00A74901">
        <w:rPr>
          <w:sz w:val="28"/>
          <w:szCs w:val="28"/>
          <w:highlight w:val="green"/>
        </w:rPr>
        <w:t>Later in this chapter he moves on to the theme of self-sufficiency. Define self-sufficiency. Look it up in the dictionary</w:t>
      </w:r>
    </w:p>
    <w:p w:rsidR="00A74901" w:rsidRPr="00A74901" w:rsidRDefault="00037175" w:rsidP="00A74901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Self-sufficiency is relying on </w:t>
      </w:r>
      <w:proofErr w:type="gramStart"/>
      <w:r w:rsidR="007B45C3">
        <w:rPr>
          <w:sz w:val="28"/>
          <w:szCs w:val="28"/>
        </w:rPr>
        <w:t>yourself</w:t>
      </w:r>
      <w:proofErr w:type="gramEnd"/>
      <w:r>
        <w:rPr>
          <w:sz w:val="28"/>
          <w:szCs w:val="28"/>
        </w:rPr>
        <w:t xml:space="preserve">, and sustaining yourself without and outside help. </w:t>
      </w:r>
    </w:p>
    <w:p w:rsidR="00291DDA" w:rsidRDefault="00A74901" w:rsidP="00A74901">
      <w:pPr>
        <w:rPr>
          <w:sz w:val="28"/>
          <w:szCs w:val="28"/>
        </w:rPr>
      </w:pPr>
      <w:r w:rsidRPr="00A74901">
        <w:rPr>
          <w:sz w:val="28"/>
          <w:szCs w:val="28"/>
          <w:highlight w:val="cyan"/>
        </w:rPr>
        <w:t>Why do the rats want to be self-sufficient? What preparations, or invention, have they made to plan to be self-sufficient?</w:t>
      </w:r>
    </w:p>
    <w:p w:rsidR="00037175" w:rsidRPr="00A74901" w:rsidRDefault="00037175" w:rsidP="00A74901">
      <w:pPr>
        <w:rPr>
          <w:sz w:val="28"/>
          <w:szCs w:val="28"/>
        </w:rPr>
      </w:pPr>
      <w:r>
        <w:rPr>
          <w:sz w:val="28"/>
          <w:szCs w:val="28"/>
        </w:rPr>
        <w:tab/>
        <w:t>The rats want to be self- sufficient, so that they don’t have to steal to make a living. They don’t want to have to steal everything. The bees can do it, and the ants can do it, so why can’t rats do it? They made a plow to be able to plant seeds, which they have, a stockpile of food and seeds for growing. They are building an agricultural community.</w:t>
      </w:r>
    </w:p>
    <w:sectPr w:rsidR="00037175" w:rsidRPr="00A749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01"/>
    <w:rsid w:val="00037175"/>
    <w:rsid w:val="00291DDA"/>
    <w:rsid w:val="007B45C3"/>
    <w:rsid w:val="00A7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113EF7A5.dotm</Template>
  <TotalTime>27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Lakeland CSD</dc:creator>
  <cp:keywords/>
  <dc:description/>
  <cp:lastModifiedBy>Lakeland CSD</cp:lastModifiedBy>
  <cp:revision>3</cp:revision>
  <dcterms:created xsi:type="dcterms:W3CDTF">2012-03-15T18:45:00Z</dcterms:created>
  <dcterms:modified xsi:type="dcterms:W3CDTF">2012-03-15T19:12:00Z</dcterms:modified>
</cp:coreProperties>
</file>